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3C4" w:rsidRPr="0016248A" w:rsidRDefault="00A113C4" w:rsidP="00A113C4">
      <w:pPr>
        <w:rPr>
          <w:u w:val="single"/>
        </w:rPr>
      </w:pPr>
      <w:r w:rsidRPr="0016248A">
        <w:rPr>
          <w:u w:val="single"/>
        </w:rPr>
        <w:t>Name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  <w:t>Class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</w:p>
    <w:p w:rsidR="00A113C4" w:rsidRPr="0016248A" w:rsidRDefault="00A113C4" w:rsidP="00A113C4">
      <w:pPr>
        <w:rPr>
          <w:u w:val="single"/>
        </w:rPr>
      </w:pPr>
      <w:r w:rsidRPr="0016248A">
        <w:rPr>
          <w:u w:val="single"/>
        </w:rPr>
        <w:t>Teacher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  <w:t>Date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</w:p>
    <w:p w:rsidR="00A113C4" w:rsidRPr="0016248A" w:rsidRDefault="004B4E29">
      <w:pPr>
        <w:rPr>
          <w:szCs w:val="20"/>
        </w:rPr>
      </w:pPr>
      <w:r>
        <w:rPr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12.3pt;width:145.55pt;height:92.65pt;z-index:-251659776;mso-wrap-edited:f" wrapcoords="-90 -105 -90 21600 21780 21600 21780 -105 -90 -105" filled="f" strokeweight="2pt">
            <v:fill o:detectmouseclick="t"/>
            <v:textbox inset=",7.2pt,,7.2pt">
              <w:txbxContent>
                <w:p w:rsidR="00A113C4" w:rsidRDefault="00A113C4" w:rsidP="00A113C4">
                  <w:pPr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>Common Core Learning Standards</w:t>
                  </w:r>
                </w:p>
                <w:p w:rsidR="00A113C4" w:rsidRDefault="00A113C4" w:rsidP="00A113C4">
                  <w:pPr>
                    <w:rPr>
                      <w:b/>
                      <w:i/>
                      <w:sz w:val="18"/>
                    </w:rPr>
                  </w:pPr>
                </w:p>
                <w:p w:rsidR="00A113C4" w:rsidRDefault="004B4E29" w:rsidP="00A113C4">
                  <w:pPr>
                    <w:rPr>
                      <w:i/>
                      <w:sz w:val="18"/>
                    </w:rPr>
                  </w:pPr>
                  <w:proofErr w:type="gramStart"/>
                  <w:r>
                    <w:rPr>
                      <w:i/>
                      <w:sz w:val="18"/>
                    </w:rPr>
                    <w:t>6.G.1</w:t>
                  </w:r>
                  <w:proofErr w:type="gramEnd"/>
                </w:p>
                <w:p w:rsidR="004B4E29" w:rsidRDefault="004B4E29" w:rsidP="00A113C4">
                  <w:pPr>
                    <w:rPr>
                      <w:i/>
                      <w:sz w:val="18"/>
                    </w:rPr>
                  </w:pPr>
                  <w:proofErr w:type="gramStart"/>
                  <w:r>
                    <w:rPr>
                      <w:i/>
                      <w:sz w:val="18"/>
                    </w:rPr>
                    <w:t>6.G.3</w:t>
                  </w:r>
                  <w:proofErr w:type="gramEnd"/>
                </w:p>
                <w:p w:rsidR="004B4E29" w:rsidRDefault="004B4E29" w:rsidP="00A113C4">
                  <w:proofErr w:type="gramStart"/>
                  <w:r>
                    <w:rPr>
                      <w:i/>
                      <w:sz w:val="18"/>
                    </w:rPr>
                    <w:t>6.G.4</w:t>
                  </w:r>
                  <w:proofErr w:type="gramEnd"/>
                </w:p>
              </w:txbxContent>
            </v:textbox>
          </v:shape>
        </w:pict>
      </w:r>
      <w:r w:rsidR="00BF28D6">
        <w:rPr>
          <w:noProof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3531870</wp:posOffset>
            </wp:positionH>
            <wp:positionV relativeFrom="paragraph">
              <wp:posOffset>156210</wp:posOffset>
            </wp:positionV>
            <wp:extent cx="2395220" cy="1513840"/>
            <wp:effectExtent l="19050" t="0" r="5080" b="0"/>
            <wp:wrapNone/>
            <wp:docPr id="3" name="Picture 7" descr="Macintosh HD:Users:christopher:Desktop:baby rub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christopher:Desktop:baby rubric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220" cy="151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13C4" w:rsidRDefault="00A113C4">
      <w:pPr>
        <w:rPr>
          <w:szCs w:val="20"/>
        </w:rPr>
      </w:pPr>
    </w:p>
    <w:p w:rsidR="00A113C4" w:rsidRDefault="00A113C4" w:rsidP="00253D1E">
      <w:pPr>
        <w:rPr>
          <w:szCs w:val="20"/>
        </w:rPr>
      </w:pPr>
    </w:p>
    <w:p w:rsidR="00A113C4" w:rsidRDefault="00CB678B" w:rsidP="009C636B">
      <w:pPr>
        <w:ind w:left="2880" w:firstLine="720"/>
        <w:rPr>
          <w:szCs w:val="20"/>
        </w:rPr>
      </w:pPr>
      <w:r>
        <w:rPr>
          <w:noProof/>
          <w:szCs w:val="20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2072640</wp:posOffset>
            </wp:positionH>
            <wp:positionV relativeFrom="paragraph">
              <wp:posOffset>137795</wp:posOffset>
            </wp:positionV>
            <wp:extent cx="1226185" cy="1106170"/>
            <wp:effectExtent l="19050" t="0" r="0" b="0"/>
            <wp:wrapNone/>
            <wp:docPr id="4" name="irc_mi" descr="http://www.clker.com/cliparts/a/c/4/5/11949855802036584352house_christoph_brill_01.svg.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ker.com/cliparts/a/c/4/5/11949855802036584352house_christoph_brill_01.svg.med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1106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45CC8" w:rsidRDefault="00A45CC8" w:rsidP="00253D1E">
      <w:pPr>
        <w:widowControl w:val="0"/>
        <w:autoSpaceDE w:val="0"/>
        <w:autoSpaceDN w:val="0"/>
        <w:adjustRightInd w:val="0"/>
      </w:pPr>
    </w:p>
    <w:p w:rsidR="00253D1E" w:rsidRDefault="00253D1E" w:rsidP="00253D1E">
      <w:pPr>
        <w:widowControl w:val="0"/>
        <w:autoSpaceDE w:val="0"/>
        <w:autoSpaceDN w:val="0"/>
        <w:adjustRightInd w:val="0"/>
      </w:pPr>
    </w:p>
    <w:p w:rsidR="00770AC0" w:rsidRDefault="00770AC0" w:rsidP="00253D1E">
      <w:pPr>
        <w:widowControl w:val="0"/>
        <w:autoSpaceDE w:val="0"/>
        <w:autoSpaceDN w:val="0"/>
        <w:adjustRightInd w:val="0"/>
      </w:pPr>
      <w:r>
        <w:t>You are building a new house.  The walls, floor, and ceiling are a rectangular prism.  The roof is a triangular prism.  The dimensions of the house are shown below.</w:t>
      </w:r>
    </w:p>
    <w:p w:rsidR="00CB678B" w:rsidRDefault="00CB678B" w:rsidP="00253D1E">
      <w:pPr>
        <w:widowControl w:val="0"/>
        <w:autoSpaceDE w:val="0"/>
        <w:autoSpaceDN w:val="0"/>
        <w:adjustRightInd w:val="0"/>
      </w:pPr>
    </w:p>
    <w:p w:rsidR="00CB678B" w:rsidRDefault="00CB678B" w:rsidP="00253D1E">
      <w:pPr>
        <w:widowControl w:val="0"/>
        <w:autoSpaceDE w:val="0"/>
        <w:autoSpaceDN w:val="0"/>
        <w:adjustRightInd w:val="0"/>
      </w:pPr>
    </w:p>
    <w:p w:rsidR="00253D1E" w:rsidRDefault="001B69B1" w:rsidP="00253D1E">
      <w:pPr>
        <w:widowControl w:val="0"/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3464560</wp:posOffset>
            </wp:positionH>
            <wp:positionV relativeFrom="paragraph">
              <wp:posOffset>9525</wp:posOffset>
            </wp:positionV>
            <wp:extent cx="2045970" cy="1318260"/>
            <wp:effectExtent l="1905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970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678B"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102235</wp:posOffset>
            </wp:positionV>
            <wp:extent cx="1889125" cy="1430655"/>
            <wp:effectExtent l="1905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143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</w:t>
      </w:r>
      <w:r>
        <w:tab/>
      </w:r>
      <w:r>
        <w:tab/>
      </w:r>
      <w:r w:rsidRPr="00172F38">
        <w:rPr>
          <w:u w:val="single"/>
        </w:rPr>
        <w:t>House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72F38">
        <w:rPr>
          <w:u w:val="single"/>
        </w:rPr>
        <w:t>Roof</w:t>
      </w:r>
      <w:r w:rsidR="00CB678B">
        <w:tab/>
      </w:r>
      <w:r w:rsidR="00CB678B">
        <w:tab/>
      </w:r>
      <w:r w:rsidR="00CB678B">
        <w:tab/>
      </w:r>
      <w:r w:rsidR="00CB678B">
        <w:tab/>
      </w:r>
      <w:r w:rsidR="00CB678B">
        <w:tab/>
      </w:r>
      <w:r w:rsidR="00CB678B">
        <w:tab/>
      </w:r>
      <w:r w:rsidR="00CB678B">
        <w:tab/>
      </w:r>
      <w:r w:rsidR="00CB678B">
        <w:tab/>
      </w:r>
    </w:p>
    <w:p w:rsidR="001B69B1" w:rsidRDefault="001B69B1"/>
    <w:p w:rsidR="001B69B1" w:rsidRDefault="001B69B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62.45pt;margin-top:13.15pt;width:44.85pt;height:19.8pt;z-index:251662848" o:connectortype="straight">
            <v:stroke endarrow="block"/>
          </v:shape>
        </w:pict>
      </w:r>
      <w:r>
        <w:tab/>
      </w:r>
      <w:r>
        <w:tab/>
      </w:r>
      <w:r>
        <w:tab/>
        <w:t xml:space="preserve"> </w:t>
      </w:r>
      <w:r>
        <w:tab/>
        <w:t xml:space="preserve">   36 ft.</w:t>
      </w:r>
      <w:r>
        <w:tab/>
      </w:r>
      <w:r>
        <w:tab/>
      </w:r>
      <w:r>
        <w:tab/>
        <w:t>13 ft.</w:t>
      </w:r>
    </w:p>
    <w:p w:rsidR="001B69B1" w:rsidRDefault="001B69B1">
      <w:r>
        <w:rPr>
          <w:noProof/>
        </w:rPr>
        <w:pict>
          <v:shape id="_x0000_s1030" type="#_x0000_t32" style="position:absolute;margin-left:307.3pt;margin-top:1.95pt;width:1.05pt;height:35.5pt;z-index:251661824" o:connectortype="straight"/>
        </w:pict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69B1" w:rsidRDefault="001B69B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54.5 ft.</w:t>
      </w:r>
    </w:p>
    <w:p w:rsidR="001B69B1" w:rsidRDefault="001B69B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69B1" w:rsidRDefault="001B69B1">
      <w:r>
        <w:tab/>
      </w:r>
      <w:r>
        <w:tab/>
      </w:r>
      <w:r>
        <w:tab/>
      </w:r>
      <w:r>
        <w:tab/>
        <w:t xml:space="preserve"> 28 ft.</w:t>
      </w:r>
      <w:r>
        <w:tab/>
      </w:r>
      <w:r>
        <w:tab/>
      </w:r>
      <w:r>
        <w:tab/>
      </w:r>
      <w:r>
        <w:tab/>
        <w:t>28 ft.</w:t>
      </w:r>
      <w:r>
        <w:tab/>
      </w:r>
    </w:p>
    <w:p w:rsidR="001B69B1" w:rsidRDefault="001B69B1"/>
    <w:p w:rsidR="00220951" w:rsidRDefault="001B69B1">
      <w:r>
        <w:t xml:space="preserve">                  54.5 ft.</w:t>
      </w:r>
    </w:p>
    <w:p w:rsidR="00220951" w:rsidRDefault="00220951"/>
    <w:p w:rsidR="00220951" w:rsidRDefault="00220951"/>
    <w:p w:rsidR="006B2AA0" w:rsidRPr="00090F29" w:rsidRDefault="006B2AA0">
      <w:proofErr w:type="gramStart"/>
      <w:r w:rsidRPr="00090F29">
        <w:t>6.G.4</w:t>
      </w:r>
      <w:proofErr w:type="gramEnd"/>
    </w:p>
    <w:p w:rsidR="006B2AA0" w:rsidRDefault="006B2AA0">
      <w:r>
        <w:t>Draw a net of each 3 dimensional shape shown above.</w:t>
      </w:r>
    </w:p>
    <w:p w:rsidR="00220951" w:rsidRDefault="00220951"/>
    <w:p w:rsidR="00220951" w:rsidRDefault="00220951"/>
    <w:p w:rsidR="00220951" w:rsidRDefault="00220951"/>
    <w:p w:rsidR="00090F29" w:rsidRDefault="00090F29"/>
    <w:p w:rsidR="00090F29" w:rsidRDefault="00090F29"/>
    <w:p w:rsidR="00090F29" w:rsidRDefault="00090F29"/>
    <w:p w:rsidR="00090F29" w:rsidRDefault="00090F29"/>
    <w:p w:rsidR="00090F29" w:rsidRDefault="00090F29"/>
    <w:p w:rsidR="00090F29" w:rsidRDefault="00090F29"/>
    <w:p w:rsidR="00090F29" w:rsidRDefault="00090F29"/>
    <w:p w:rsidR="00090F29" w:rsidRDefault="00090F29"/>
    <w:p w:rsidR="00090F29" w:rsidRDefault="00090F29"/>
    <w:p w:rsidR="00090F29" w:rsidRDefault="00090F29"/>
    <w:p w:rsidR="00090F29" w:rsidRDefault="00090F29"/>
    <w:p w:rsidR="00090F29" w:rsidRDefault="00090F29"/>
    <w:p w:rsidR="00090F29" w:rsidRDefault="00090F29"/>
    <w:p w:rsidR="00090F29" w:rsidRDefault="00090F29"/>
    <w:p w:rsidR="00090F29" w:rsidRDefault="00090F29"/>
    <w:p w:rsidR="00090F29" w:rsidRDefault="00090F29"/>
    <w:p w:rsidR="00090F29" w:rsidRDefault="00090F29"/>
    <w:p w:rsidR="00090F29" w:rsidRDefault="00090F29"/>
    <w:p w:rsidR="00090F29" w:rsidRDefault="00090F29"/>
    <w:p w:rsidR="00090F29" w:rsidRDefault="00090F29"/>
    <w:p w:rsidR="00220951" w:rsidRDefault="00220951"/>
    <w:p w:rsidR="00220951" w:rsidRDefault="00220951"/>
    <w:p w:rsidR="00220951" w:rsidRDefault="00220951"/>
    <w:p w:rsidR="00220951" w:rsidRDefault="00220951"/>
    <w:p w:rsidR="00220951" w:rsidRDefault="00220951"/>
    <w:p w:rsidR="00220951" w:rsidRDefault="00220951"/>
    <w:p w:rsidR="00220951" w:rsidRDefault="00220951"/>
    <w:p w:rsidR="00220951" w:rsidRDefault="00220951"/>
    <w:p w:rsidR="00770AC0" w:rsidRDefault="00770AC0" w:rsidP="00253D1E">
      <w:pPr>
        <w:widowControl w:val="0"/>
        <w:autoSpaceDE w:val="0"/>
        <w:autoSpaceDN w:val="0"/>
        <w:adjustRightInd w:val="0"/>
      </w:pPr>
    </w:p>
    <w:p w:rsidR="00090F29" w:rsidRDefault="00090F29" w:rsidP="00253D1E">
      <w:pPr>
        <w:widowControl w:val="0"/>
        <w:autoSpaceDE w:val="0"/>
        <w:autoSpaceDN w:val="0"/>
        <w:adjustRightInd w:val="0"/>
      </w:pPr>
    </w:p>
    <w:p w:rsidR="00090F29" w:rsidRDefault="00090F29" w:rsidP="00253D1E">
      <w:pPr>
        <w:widowControl w:val="0"/>
        <w:autoSpaceDE w:val="0"/>
        <w:autoSpaceDN w:val="0"/>
        <w:adjustRightInd w:val="0"/>
      </w:pPr>
      <w:proofErr w:type="gramStart"/>
      <w:r>
        <w:t>6.G.1</w:t>
      </w:r>
      <w:proofErr w:type="gramEnd"/>
    </w:p>
    <w:p w:rsidR="00090F29" w:rsidRDefault="00090F29" w:rsidP="00253D1E">
      <w:pPr>
        <w:widowControl w:val="0"/>
        <w:autoSpaceDE w:val="0"/>
        <w:autoSpaceDN w:val="0"/>
        <w:adjustRightInd w:val="0"/>
      </w:pPr>
      <w:r>
        <w:t xml:space="preserve">You decide to paint your house many different colors so you need to find the area of some shapes on your house.  </w:t>
      </w:r>
    </w:p>
    <w:p w:rsidR="00090F29" w:rsidRDefault="00090F29" w:rsidP="00253D1E">
      <w:pPr>
        <w:widowControl w:val="0"/>
        <w:autoSpaceDE w:val="0"/>
        <w:autoSpaceDN w:val="0"/>
        <w:adjustRightInd w:val="0"/>
      </w:pPr>
    </w:p>
    <w:p w:rsidR="00090F29" w:rsidRDefault="00090F29" w:rsidP="00253D1E">
      <w:pPr>
        <w:widowControl w:val="0"/>
        <w:autoSpaceDE w:val="0"/>
        <w:autoSpaceDN w:val="0"/>
        <w:adjustRightInd w:val="0"/>
      </w:pPr>
      <w:r>
        <w:t>Find the area of the triangle base section of the roof.</w:t>
      </w:r>
    </w:p>
    <w:p w:rsidR="00090F29" w:rsidRDefault="00090F29" w:rsidP="00253D1E">
      <w:pPr>
        <w:widowControl w:val="0"/>
        <w:autoSpaceDE w:val="0"/>
        <w:autoSpaceDN w:val="0"/>
        <w:adjustRightInd w:val="0"/>
      </w:pPr>
      <w:r>
        <w:t>Show your work.</w:t>
      </w:r>
    </w:p>
    <w:p w:rsidR="00090F29" w:rsidRDefault="00090F29" w:rsidP="00253D1E">
      <w:pPr>
        <w:widowControl w:val="0"/>
        <w:autoSpaceDE w:val="0"/>
        <w:autoSpaceDN w:val="0"/>
        <w:adjustRightInd w:val="0"/>
      </w:pPr>
    </w:p>
    <w:p w:rsidR="00090F29" w:rsidRDefault="00090F29" w:rsidP="00253D1E">
      <w:pPr>
        <w:widowControl w:val="0"/>
        <w:autoSpaceDE w:val="0"/>
        <w:autoSpaceDN w:val="0"/>
        <w:adjustRightInd w:val="0"/>
      </w:pPr>
    </w:p>
    <w:p w:rsidR="00090F29" w:rsidRDefault="00090F29" w:rsidP="00253D1E">
      <w:pPr>
        <w:widowControl w:val="0"/>
        <w:autoSpaceDE w:val="0"/>
        <w:autoSpaceDN w:val="0"/>
        <w:adjustRightInd w:val="0"/>
      </w:pPr>
    </w:p>
    <w:p w:rsidR="00090F29" w:rsidRDefault="00090F29" w:rsidP="00253D1E">
      <w:pPr>
        <w:widowControl w:val="0"/>
        <w:autoSpaceDE w:val="0"/>
        <w:autoSpaceDN w:val="0"/>
        <w:adjustRightInd w:val="0"/>
      </w:pPr>
    </w:p>
    <w:p w:rsidR="00090F29" w:rsidRDefault="00090F29" w:rsidP="00253D1E">
      <w:pPr>
        <w:widowControl w:val="0"/>
        <w:autoSpaceDE w:val="0"/>
        <w:autoSpaceDN w:val="0"/>
        <w:adjustRightInd w:val="0"/>
      </w:pPr>
    </w:p>
    <w:p w:rsidR="00090F29" w:rsidRDefault="00090F29" w:rsidP="00253D1E">
      <w:pPr>
        <w:widowControl w:val="0"/>
        <w:autoSpaceDE w:val="0"/>
        <w:autoSpaceDN w:val="0"/>
        <w:adjustRightInd w:val="0"/>
      </w:pPr>
    </w:p>
    <w:p w:rsidR="00090F29" w:rsidRDefault="00090F29" w:rsidP="00253D1E">
      <w:pPr>
        <w:widowControl w:val="0"/>
        <w:autoSpaceDE w:val="0"/>
        <w:autoSpaceDN w:val="0"/>
        <w:adjustRightInd w:val="0"/>
      </w:pPr>
      <w:r>
        <w:t>Answer</w:t>
      </w:r>
      <w:proofErr w:type="gramStart"/>
      <w:r>
        <w:t>:_</w:t>
      </w:r>
      <w:proofErr w:type="gramEnd"/>
      <w:r>
        <w:t>____________________</w:t>
      </w:r>
    </w:p>
    <w:p w:rsidR="00090F29" w:rsidRDefault="00090F29" w:rsidP="00253D1E">
      <w:pPr>
        <w:widowControl w:val="0"/>
        <w:autoSpaceDE w:val="0"/>
        <w:autoSpaceDN w:val="0"/>
        <w:adjustRightInd w:val="0"/>
      </w:pPr>
    </w:p>
    <w:p w:rsidR="00090F29" w:rsidRDefault="00090F29" w:rsidP="00253D1E">
      <w:pPr>
        <w:widowControl w:val="0"/>
        <w:autoSpaceDE w:val="0"/>
        <w:autoSpaceDN w:val="0"/>
        <w:adjustRightInd w:val="0"/>
      </w:pPr>
      <w:r>
        <w:t>Find the area of the front face of the house.</w:t>
      </w:r>
    </w:p>
    <w:p w:rsidR="00090F29" w:rsidRDefault="00090F29" w:rsidP="00253D1E">
      <w:pPr>
        <w:widowControl w:val="0"/>
        <w:autoSpaceDE w:val="0"/>
        <w:autoSpaceDN w:val="0"/>
        <w:adjustRightInd w:val="0"/>
      </w:pPr>
      <w:r>
        <w:t>Show your work.</w:t>
      </w:r>
    </w:p>
    <w:p w:rsidR="00090F29" w:rsidRDefault="00090F29" w:rsidP="00253D1E">
      <w:pPr>
        <w:widowControl w:val="0"/>
        <w:autoSpaceDE w:val="0"/>
        <w:autoSpaceDN w:val="0"/>
        <w:adjustRightInd w:val="0"/>
      </w:pPr>
    </w:p>
    <w:p w:rsidR="00090F29" w:rsidRDefault="00090F29" w:rsidP="00253D1E">
      <w:pPr>
        <w:widowControl w:val="0"/>
        <w:autoSpaceDE w:val="0"/>
        <w:autoSpaceDN w:val="0"/>
        <w:adjustRightInd w:val="0"/>
      </w:pPr>
    </w:p>
    <w:p w:rsidR="00090F29" w:rsidRDefault="00090F29" w:rsidP="00253D1E">
      <w:pPr>
        <w:widowControl w:val="0"/>
        <w:autoSpaceDE w:val="0"/>
        <w:autoSpaceDN w:val="0"/>
        <w:adjustRightInd w:val="0"/>
      </w:pPr>
    </w:p>
    <w:p w:rsidR="00090F29" w:rsidRDefault="00090F29" w:rsidP="00253D1E">
      <w:pPr>
        <w:widowControl w:val="0"/>
        <w:autoSpaceDE w:val="0"/>
        <w:autoSpaceDN w:val="0"/>
        <w:adjustRightInd w:val="0"/>
      </w:pPr>
    </w:p>
    <w:p w:rsidR="00090F29" w:rsidRDefault="00090F29" w:rsidP="00253D1E">
      <w:pPr>
        <w:widowControl w:val="0"/>
        <w:autoSpaceDE w:val="0"/>
        <w:autoSpaceDN w:val="0"/>
        <w:adjustRightInd w:val="0"/>
      </w:pPr>
    </w:p>
    <w:p w:rsidR="00090F29" w:rsidRDefault="00090F29" w:rsidP="00253D1E">
      <w:pPr>
        <w:widowControl w:val="0"/>
        <w:autoSpaceDE w:val="0"/>
        <w:autoSpaceDN w:val="0"/>
        <w:adjustRightInd w:val="0"/>
      </w:pPr>
    </w:p>
    <w:p w:rsidR="00090F29" w:rsidRDefault="00090F29" w:rsidP="00090F29">
      <w:pPr>
        <w:widowControl w:val="0"/>
        <w:autoSpaceDE w:val="0"/>
        <w:autoSpaceDN w:val="0"/>
        <w:adjustRightInd w:val="0"/>
      </w:pPr>
      <w:r>
        <w:t>Answer</w:t>
      </w:r>
      <w:proofErr w:type="gramStart"/>
      <w:r>
        <w:t>:_</w:t>
      </w:r>
      <w:proofErr w:type="gramEnd"/>
      <w:r>
        <w:t>____________________</w:t>
      </w:r>
    </w:p>
    <w:p w:rsidR="00090F29" w:rsidRDefault="00090F29" w:rsidP="00253D1E">
      <w:pPr>
        <w:widowControl w:val="0"/>
        <w:autoSpaceDE w:val="0"/>
        <w:autoSpaceDN w:val="0"/>
        <w:adjustRightInd w:val="0"/>
      </w:pPr>
    </w:p>
    <w:p w:rsidR="008B6A80" w:rsidRDefault="00D51CE6" w:rsidP="0082517A">
      <w:proofErr w:type="gramStart"/>
      <w:r>
        <w:t>6.G.3</w:t>
      </w:r>
      <w:proofErr w:type="gramEnd"/>
    </w:p>
    <w:p w:rsidR="00D51CE6" w:rsidRDefault="009D2636" w:rsidP="0082517A">
      <w:r>
        <w:t xml:space="preserve">You finished your house and are planning on where you will put the furniture.  </w:t>
      </w:r>
      <w:r w:rsidR="008B6A80">
        <w:t>The coordinate plane below represents your living room.  Plot the points and connect them in order.  This shape will represent the location of your new sectional sofa.</w:t>
      </w:r>
    </w:p>
    <w:p w:rsidR="009D2636" w:rsidRDefault="009D2636" w:rsidP="0082517A">
      <w:pPr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810"/>
      </w:tblGrid>
      <w:tr w:rsidR="00230F3C" w:rsidRPr="006F6AE3" w:rsidTr="006F6AE3">
        <w:tc>
          <w:tcPr>
            <w:tcW w:w="828" w:type="dxa"/>
          </w:tcPr>
          <w:p w:rsidR="00230F3C" w:rsidRPr="006F6AE3" w:rsidRDefault="00230F3C" w:rsidP="0082517A">
            <w:pPr>
              <w:rPr>
                <w:szCs w:val="20"/>
              </w:rPr>
            </w:pPr>
            <w:r w:rsidRPr="006F6AE3">
              <w:rPr>
                <w:szCs w:val="20"/>
              </w:rPr>
              <w:t>X</w:t>
            </w:r>
          </w:p>
        </w:tc>
        <w:tc>
          <w:tcPr>
            <w:tcW w:w="810" w:type="dxa"/>
          </w:tcPr>
          <w:p w:rsidR="00230F3C" w:rsidRPr="006F6AE3" w:rsidRDefault="008B6A80" w:rsidP="0082517A">
            <w:pPr>
              <w:rPr>
                <w:szCs w:val="20"/>
              </w:rPr>
            </w:pPr>
            <w:r>
              <w:rPr>
                <w:noProof/>
                <w:szCs w:val="20"/>
              </w:rPr>
              <w:drawing>
                <wp:anchor distT="0" distB="0" distL="114300" distR="114300" simplePos="0" relativeHeight="251663872" behindDoc="1" locked="0" layoutInCell="1" allowOverlap="1">
                  <wp:simplePos x="0" y="0"/>
                  <wp:positionH relativeFrom="column">
                    <wp:posOffset>705485</wp:posOffset>
                  </wp:positionH>
                  <wp:positionV relativeFrom="paragraph">
                    <wp:posOffset>137160</wp:posOffset>
                  </wp:positionV>
                  <wp:extent cx="4606925" cy="3266440"/>
                  <wp:effectExtent l="19050" t="0" r="317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6925" cy="326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30F3C" w:rsidRPr="006F6AE3">
              <w:rPr>
                <w:szCs w:val="20"/>
              </w:rPr>
              <w:t>Y</w:t>
            </w:r>
          </w:p>
        </w:tc>
      </w:tr>
      <w:tr w:rsidR="00230F3C" w:rsidRPr="006F6AE3" w:rsidTr="006F6AE3">
        <w:tc>
          <w:tcPr>
            <w:tcW w:w="828" w:type="dxa"/>
          </w:tcPr>
          <w:p w:rsidR="00230F3C" w:rsidRPr="006F6AE3" w:rsidRDefault="008B6A80" w:rsidP="0082517A"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10" w:type="dxa"/>
          </w:tcPr>
          <w:p w:rsidR="00230F3C" w:rsidRPr="006F6AE3" w:rsidRDefault="008B6A80" w:rsidP="0082517A">
            <w:pPr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</w:tr>
      <w:tr w:rsidR="00D37E16" w:rsidRPr="006F6AE3" w:rsidTr="006F6AE3">
        <w:tc>
          <w:tcPr>
            <w:tcW w:w="828" w:type="dxa"/>
          </w:tcPr>
          <w:p w:rsidR="00D37E16" w:rsidRPr="006F6AE3" w:rsidRDefault="008B6A80" w:rsidP="0082517A">
            <w:pPr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810" w:type="dxa"/>
          </w:tcPr>
          <w:p w:rsidR="00D37E16" w:rsidRPr="006F6AE3" w:rsidRDefault="008B6A80" w:rsidP="0082517A">
            <w:pPr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</w:tr>
      <w:tr w:rsidR="00D37E16" w:rsidRPr="006F6AE3" w:rsidTr="006F6AE3">
        <w:tc>
          <w:tcPr>
            <w:tcW w:w="828" w:type="dxa"/>
          </w:tcPr>
          <w:p w:rsidR="00D37E16" w:rsidRPr="006F6AE3" w:rsidRDefault="008B6A80" w:rsidP="0082517A">
            <w:pPr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810" w:type="dxa"/>
          </w:tcPr>
          <w:p w:rsidR="00D37E16" w:rsidRPr="006F6AE3" w:rsidRDefault="008B6A80" w:rsidP="0082517A">
            <w:pPr>
              <w:rPr>
                <w:szCs w:val="20"/>
              </w:rPr>
            </w:pPr>
            <w:r>
              <w:rPr>
                <w:szCs w:val="20"/>
              </w:rPr>
              <w:t>-5</w:t>
            </w:r>
          </w:p>
        </w:tc>
      </w:tr>
      <w:tr w:rsidR="00D37E16" w:rsidRPr="006F6AE3" w:rsidTr="006F6AE3">
        <w:tc>
          <w:tcPr>
            <w:tcW w:w="828" w:type="dxa"/>
          </w:tcPr>
          <w:p w:rsidR="00D37E16" w:rsidRPr="006F6AE3" w:rsidRDefault="008B6A80" w:rsidP="0082517A">
            <w:pPr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810" w:type="dxa"/>
          </w:tcPr>
          <w:p w:rsidR="00D37E16" w:rsidRPr="006F6AE3" w:rsidRDefault="008B6A80" w:rsidP="0082517A">
            <w:pPr>
              <w:rPr>
                <w:szCs w:val="20"/>
              </w:rPr>
            </w:pPr>
            <w:r>
              <w:rPr>
                <w:szCs w:val="20"/>
              </w:rPr>
              <w:t>-5</w:t>
            </w:r>
          </w:p>
        </w:tc>
      </w:tr>
      <w:tr w:rsidR="008B6A80" w:rsidRPr="006F6AE3" w:rsidTr="006F6AE3">
        <w:tc>
          <w:tcPr>
            <w:tcW w:w="828" w:type="dxa"/>
          </w:tcPr>
          <w:p w:rsidR="008B6A80" w:rsidRDefault="008B6A80" w:rsidP="0082517A">
            <w:pPr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810" w:type="dxa"/>
          </w:tcPr>
          <w:p w:rsidR="008B6A80" w:rsidRDefault="008B6A80" w:rsidP="0082517A"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</w:tr>
      <w:tr w:rsidR="008B6A80" w:rsidRPr="006F6AE3" w:rsidTr="006F6AE3">
        <w:tc>
          <w:tcPr>
            <w:tcW w:w="828" w:type="dxa"/>
          </w:tcPr>
          <w:p w:rsidR="008B6A80" w:rsidRDefault="008B6A80" w:rsidP="0082517A"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10" w:type="dxa"/>
          </w:tcPr>
          <w:p w:rsidR="008B6A80" w:rsidRDefault="008B6A80" w:rsidP="0082517A"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</w:tr>
      <w:tr w:rsidR="008B6A80" w:rsidRPr="006F6AE3" w:rsidTr="006F6AE3">
        <w:tc>
          <w:tcPr>
            <w:tcW w:w="828" w:type="dxa"/>
          </w:tcPr>
          <w:p w:rsidR="008B6A80" w:rsidRDefault="008B6A80" w:rsidP="0082517A"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10" w:type="dxa"/>
          </w:tcPr>
          <w:p w:rsidR="008B6A80" w:rsidRDefault="008B6A80" w:rsidP="0082517A">
            <w:pPr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</w:tr>
    </w:tbl>
    <w:p w:rsidR="00230F3C" w:rsidRDefault="00230F3C" w:rsidP="0082517A">
      <w:pPr>
        <w:rPr>
          <w:szCs w:val="20"/>
        </w:rPr>
      </w:pPr>
    </w:p>
    <w:p w:rsidR="00083F0F" w:rsidRDefault="00083F0F" w:rsidP="0082517A">
      <w:pPr>
        <w:rPr>
          <w:szCs w:val="20"/>
        </w:rPr>
      </w:pPr>
    </w:p>
    <w:p w:rsidR="008B6A80" w:rsidRDefault="008B6A80" w:rsidP="0082517A">
      <w:pPr>
        <w:rPr>
          <w:szCs w:val="20"/>
        </w:rPr>
      </w:pPr>
    </w:p>
    <w:p w:rsidR="008B6A80" w:rsidRDefault="008B6A80" w:rsidP="0082517A">
      <w:pPr>
        <w:rPr>
          <w:szCs w:val="20"/>
        </w:rPr>
      </w:pPr>
    </w:p>
    <w:p w:rsidR="008B6A80" w:rsidRDefault="008B6A80" w:rsidP="0082517A">
      <w:pPr>
        <w:rPr>
          <w:szCs w:val="20"/>
        </w:rPr>
      </w:pPr>
    </w:p>
    <w:p w:rsidR="008B6A80" w:rsidRDefault="008B6A80" w:rsidP="0082517A">
      <w:pPr>
        <w:rPr>
          <w:szCs w:val="20"/>
        </w:rPr>
      </w:pPr>
    </w:p>
    <w:p w:rsidR="008B6A80" w:rsidRDefault="008B6A80" w:rsidP="0082517A">
      <w:pPr>
        <w:rPr>
          <w:szCs w:val="20"/>
        </w:rPr>
      </w:pPr>
    </w:p>
    <w:p w:rsidR="008B6A80" w:rsidRDefault="008B6A80" w:rsidP="0082517A">
      <w:pPr>
        <w:rPr>
          <w:szCs w:val="20"/>
        </w:rPr>
      </w:pPr>
    </w:p>
    <w:p w:rsidR="008B6A80" w:rsidRDefault="008B6A80" w:rsidP="0082517A">
      <w:pPr>
        <w:rPr>
          <w:szCs w:val="20"/>
        </w:rPr>
      </w:pPr>
    </w:p>
    <w:p w:rsidR="008B6A80" w:rsidRDefault="008B6A80" w:rsidP="0082517A">
      <w:pPr>
        <w:rPr>
          <w:szCs w:val="20"/>
        </w:rPr>
      </w:pPr>
    </w:p>
    <w:p w:rsidR="008B6A80" w:rsidRDefault="008B6A80" w:rsidP="0082517A">
      <w:pPr>
        <w:rPr>
          <w:szCs w:val="20"/>
        </w:rPr>
      </w:pPr>
    </w:p>
    <w:p w:rsidR="008B6A80" w:rsidRDefault="008B6A80" w:rsidP="0082517A">
      <w:pPr>
        <w:rPr>
          <w:szCs w:val="20"/>
        </w:rPr>
      </w:pPr>
    </w:p>
    <w:p w:rsidR="008B6A80" w:rsidRDefault="008B6A80" w:rsidP="0082517A">
      <w:pPr>
        <w:rPr>
          <w:szCs w:val="20"/>
        </w:rPr>
      </w:pPr>
    </w:p>
    <w:p w:rsidR="008B6A80" w:rsidRDefault="008B6A80" w:rsidP="0082517A">
      <w:pPr>
        <w:rPr>
          <w:szCs w:val="20"/>
        </w:rPr>
      </w:pPr>
      <w:r>
        <w:rPr>
          <w:szCs w:val="20"/>
        </w:rPr>
        <w:t>What is the area, in square units, of your sofa?</w:t>
      </w:r>
    </w:p>
    <w:p w:rsidR="008B6A80" w:rsidRDefault="008B6A80" w:rsidP="008B6A80">
      <w:pPr>
        <w:widowControl w:val="0"/>
        <w:autoSpaceDE w:val="0"/>
        <w:autoSpaceDN w:val="0"/>
        <w:adjustRightInd w:val="0"/>
      </w:pPr>
      <w:r>
        <w:t>Show your work.</w:t>
      </w:r>
    </w:p>
    <w:p w:rsidR="008B6A80" w:rsidRDefault="008B6A80" w:rsidP="008B6A80">
      <w:pPr>
        <w:widowControl w:val="0"/>
        <w:autoSpaceDE w:val="0"/>
        <w:autoSpaceDN w:val="0"/>
        <w:adjustRightInd w:val="0"/>
      </w:pPr>
    </w:p>
    <w:p w:rsidR="008B6A80" w:rsidRDefault="008B6A80" w:rsidP="008B6A80">
      <w:pPr>
        <w:widowControl w:val="0"/>
        <w:autoSpaceDE w:val="0"/>
        <w:autoSpaceDN w:val="0"/>
        <w:adjustRightInd w:val="0"/>
      </w:pPr>
    </w:p>
    <w:p w:rsidR="008B6A80" w:rsidRDefault="008B6A80" w:rsidP="008B6A80">
      <w:pPr>
        <w:widowControl w:val="0"/>
        <w:autoSpaceDE w:val="0"/>
        <w:autoSpaceDN w:val="0"/>
        <w:adjustRightInd w:val="0"/>
      </w:pPr>
    </w:p>
    <w:p w:rsidR="008B6A80" w:rsidRDefault="008B6A80" w:rsidP="008B6A80">
      <w:pPr>
        <w:widowControl w:val="0"/>
        <w:autoSpaceDE w:val="0"/>
        <w:autoSpaceDN w:val="0"/>
        <w:adjustRightInd w:val="0"/>
      </w:pPr>
    </w:p>
    <w:p w:rsidR="008B6A80" w:rsidRDefault="008B6A80" w:rsidP="008B6A80">
      <w:pPr>
        <w:widowControl w:val="0"/>
        <w:autoSpaceDE w:val="0"/>
        <w:autoSpaceDN w:val="0"/>
        <w:adjustRightInd w:val="0"/>
      </w:pPr>
    </w:p>
    <w:p w:rsidR="008B6A80" w:rsidRDefault="008B6A80" w:rsidP="008B6A80">
      <w:pPr>
        <w:widowControl w:val="0"/>
        <w:autoSpaceDE w:val="0"/>
        <w:autoSpaceDN w:val="0"/>
        <w:adjustRightInd w:val="0"/>
      </w:pPr>
    </w:p>
    <w:p w:rsidR="008B6A80" w:rsidRDefault="008B6A80" w:rsidP="008B6A80">
      <w:pPr>
        <w:widowControl w:val="0"/>
        <w:autoSpaceDE w:val="0"/>
        <w:autoSpaceDN w:val="0"/>
        <w:adjustRightInd w:val="0"/>
      </w:pPr>
      <w:r>
        <w:t>Answer</w:t>
      </w:r>
      <w:proofErr w:type="gramStart"/>
      <w:r>
        <w:t>:_</w:t>
      </w:r>
      <w:proofErr w:type="gramEnd"/>
      <w:r>
        <w:t>____________________</w:t>
      </w:r>
    </w:p>
    <w:sectPr w:rsidR="008B6A80" w:rsidSect="00172F38">
      <w:headerReference w:type="default" r:id="rId11"/>
      <w:pgSz w:w="12240" w:h="20160" w:code="5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8AE" w:rsidRDefault="008348AE" w:rsidP="00A113C4">
      <w:r>
        <w:separator/>
      </w:r>
    </w:p>
  </w:endnote>
  <w:endnote w:type="continuationSeparator" w:id="0">
    <w:p w:rsidR="008348AE" w:rsidRDefault="008348AE" w:rsidP="00A11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8AE" w:rsidRDefault="008348AE" w:rsidP="00A113C4">
      <w:r>
        <w:separator/>
      </w:r>
    </w:p>
  </w:footnote>
  <w:footnote w:type="continuationSeparator" w:id="0">
    <w:p w:rsidR="008348AE" w:rsidRDefault="008348AE" w:rsidP="00A11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3C4" w:rsidRDefault="00417F22" w:rsidP="00A113C4">
    <w:pPr>
      <w:rPr>
        <w:szCs w:val="20"/>
      </w:rPr>
    </w:pPr>
    <w:r>
      <w:rPr>
        <w:szCs w:val="20"/>
      </w:rPr>
      <w:t>Unit 6 Final Performance Task</w:t>
    </w:r>
  </w:p>
  <w:p w:rsidR="00A113C4" w:rsidRDefault="00A113C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attachedTemplate r:id="rId1"/>
  <w:stylePaneFormatFilter w:val="3F01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F26999"/>
    <w:rsid w:val="00083F0F"/>
    <w:rsid w:val="00090F29"/>
    <w:rsid w:val="000E2D80"/>
    <w:rsid w:val="00172F38"/>
    <w:rsid w:val="001B69B1"/>
    <w:rsid w:val="00220951"/>
    <w:rsid w:val="00230F3C"/>
    <w:rsid w:val="00253D1E"/>
    <w:rsid w:val="00417F22"/>
    <w:rsid w:val="004B4E29"/>
    <w:rsid w:val="006B2AA0"/>
    <w:rsid w:val="006F6AE3"/>
    <w:rsid w:val="00770AC0"/>
    <w:rsid w:val="0082517A"/>
    <w:rsid w:val="008348AE"/>
    <w:rsid w:val="008B6A80"/>
    <w:rsid w:val="00974EB1"/>
    <w:rsid w:val="009C636B"/>
    <w:rsid w:val="009D2636"/>
    <w:rsid w:val="00A113C4"/>
    <w:rsid w:val="00A164B3"/>
    <w:rsid w:val="00A45CC8"/>
    <w:rsid w:val="00B241F0"/>
    <w:rsid w:val="00BF28D6"/>
    <w:rsid w:val="00CB678B"/>
    <w:rsid w:val="00D37E16"/>
    <w:rsid w:val="00D51CE6"/>
    <w:rsid w:val="00EE6B0E"/>
    <w:rsid w:val="00FE7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2" type="connector" idref="#_x0000_s1030"/>
        <o:r id="V:Rule4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16248A"/>
    <w:rPr>
      <w:sz w:val="24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3D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3DEA"/>
  </w:style>
  <w:style w:type="paragraph" w:styleId="Footer">
    <w:name w:val="footer"/>
    <w:basedOn w:val="Normal"/>
    <w:link w:val="FooterChar"/>
    <w:uiPriority w:val="99"/>
    <w:semiHidden/>
    <w:unhideWhenUsed/>
    <w:rsid w:val="00603D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3DEA"/>
  </w:style>
  <w:style w:type="table" w:styleId="TableGrid">
    <w:name w:val="Table Grid"/>
    <w:basedOn w:val="TableNormal"/>
    <w:uiPriority w:val="59"/>
    <w:rsid w:val="00865A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17F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7F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christopher:Downloads:CC%20TASK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 TASK TEMPLATE</Template>
  <TotalTime>87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1218</CharactersWithSpaces>
  <SharedDoc>false</SharedDoc>
  <HLinks>
    <vt:vector size="6" baseType="variant">
      <vt:variant>
        <vt:i4>5636182</vt:i4>
      </vt:variant>
      <vt:variant>
        <vt:i4>-1</vt:i4>
      </vt:variant>
      <vt:variant>
        <vt:i4>1029</vt:i4>
      </vt:variant>
      <vt:variant>
        <vt:i4>1</vt:i4>
      </vt:variant>
      <vt:variant>
        <vt:lpwstr>http://bestclipartblog.com/clipart-pics/office-clip-art-3.gif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</dc:creator>
  <cp:keywords/>
  <dc:description/>
  <cp:lastModifiedBy>Administrator</cp:lastModifiedBy>
  <cp:revision>12</cp:revision>
  <cp:lastPrinted>2013-03-13T13:47:00Z</cp:lastPrinted>
  <dcterms:created xsi:type="dcterms:W3CDTF">2013-04-05T14:26:00Z</dcterms:created>
  <dcterms:modified xsi:type="dcterms:W3CDTF">2013-04-05T15:52:00Z</dcterms:modified>
</cp:coreProperties>
</file>